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0C7AE" w14:textId="77777777" w:rsidR="009A7DDB" w:rsidRDefault="0023526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691103" wp14:editId="48BE7FC6">
                <wp:simplePos x="0" y="0"/>
                <wp:positionH relativeFrom="page">
                  <wp:posOffset>659765</wp:posOffset>
                </wp:positionH>
                <wp:positionV relativeFrom="page">
                  <wp:posOffset>9086215</wp:posOffset>
                </wp:positionV>
                <wp:extent cx="2193290" cy="564515"/>
                <wp:effectExtent l="0" t="0" r="16510" b="19685"/>
                <wp:wrapTight wrapText="bothSides">
                  <wp:wrapPolygon edited="0">
                    <wp:start x="0" y="0"/>
                    <wp:lineTo x="0" y="21381"/>
                    <wp:lineTo x="21512" y="21381"/>
                    <wp:lineTo x="21512" y="0"/>
                    <wp:lineTo x="0" y="0"/>
                  </wp:wrapPolygon>
                </wp:wrapTight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290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180C1" w14:textId="77777777" w:rsidR="0026512E" w:rsidRPr="00AB5DF3" w:rsidRDefault="0026512E" w:rsidP="009A7DDB">
                            <w:pPr>
                              <w:pStyle w:val="Heading3"/>
                              <w:rPr>
                                <w:sz w:val="22"/>
                                <w:szCs w:val="22"/>
                              </w:rPr>
                            </w:pPr>
                            <w:r w:rsidRPr="00AB5DF3">
                              <w:rPr>
                                <w:sz w:val="22"/>
                                <w:szCs w:val="22"/>
                              </w:rPr>
                              <w:t>Pascack Valley High School</w:t>
                            </w:r>
                          </w:p>
                          <w:p w14:paraId="4AF55ADB" w14:textId="77777777" w:rsidR="0026512E" w:rsidRPr="00DB4738" w:rsidRDefault="0026512E" w:rsidP="009A7DDB">
                            <w:pPr>
                              <w:pStyle w:val="Contact"/>
                            </w:pPr>
                            <w:r w:rsidRPr="00AB5DF3">
                              <w:rPr>
                                <w:sz w:val="22"/>
                                <w:szCs w:val="22"/>
                              </w:rPr>
                              <w:t>200 Piermont Avenue</w:t>
                            </w:r>
                            <w:r w:rsidRPr="00AB5DF3">
                              <w:rPr>
                                <w:sz w:val="22"/>
                                <w:szCs w:val="22"/>
                              </w:rPr>
                              <w:br/>
                              <w:t>Hillsdale,NJ 07642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margin-left:51.95pt;margin-top:715.45pt;width:172.7pt;height:44.4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" filled="f" stroked="f">
                <v:textbox inset="0,0,0,0">
                  <w:txbxContent>
                    <w:p w14:paraId="6B4180C1" w14:textId="77777777" w:rsidR="0026512E" w:rsidRPr="00AB5DF3" w:rsidRDefault="0026512E" w:rsidP="009A7DDB">
                      <w:pPr>
                        <w:pStyle w:val="Heading3"/>
                        <w:rPr>
                          <w:sz w:val="22"/>
                          <w:szCs w:val="22"/>
                        </w:rPr>
                      </w:pPr>
                      <w:r w:rsidRPr="00AB5DF3">
                        <w:rPr>
                          <w:sz w:val="22"/>
                          <w:szCs w:val="22"/>
                        </w:rPr>
                        <w:t>Pascack Valley High School</w:t>
                      </w:r>
                    </w:p>
                    <w:p w14:paraId="4AF55ADB" w14:textId="77777777" w:rsidR="0026512E" w:rsidRPr="00DB4738" w:rsidRDefault="0026512E" w:rsidP="009A7DDB">
                      <w:pPr>
                        <w:pStyle w:val="Contact"/>
                      </w:pPr>
                      <w:r w:rsidRPr="00AB5DF3">
                        <w:rPr>
                          <w:sz w:val="22"/>
                          <w:szCs w:val="22"/>
                        </w:rPr>
                        <w:t>200 Piermont Avenue</w:t>
                      </w:r>
                      <w:r w:rsidRPr="00AB5DF3">
                        <w:rPr>
                          <w:sz w:val="22"/>
                          <w:szCs w:val="22"/>
                        </w:rPr>
                        <w:br/>
                        <w:t>Hillsdale,NJ 07642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38A70B" wp14:editId="4B6D4236">
                <wp:simplePos x="0" y="0"/>
                <wp:positionH relativeFrom="page">
                  <wp:posOffset>3164840</wp:posOffset>
                </wp:positionH>
                <wp:positionV relativeFrom="page">
                  <wp:posOffset>9086215</wp:posOffset>
                </wp:positionV>
                <wp:extent cx="1623060" cy="472440"/>
                <wp:effectExtent l="0" t="0" r="2540" b="10160"/>
                <wp:wrapTight wrapText="bothSides">
                  <wp:wrapPolygon edited="0">
                    <wp:start x="0" y="0"/>
                    <wp:lineTo x="0" y="20903"/>
                    <wp:lineTo x="21296" y="20903"/>
                    <wp:lineTo x="21296" y="0"/>
                    <wp:lineTo x="0" y="0"/>
                  </wp:wrapPolygon>
                </wp:wrapTight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A393C" w14:textId="77777777" w:rsidR="0026512E" w:rsidRPr="00AB5DF3" w:rsidRDefault="0026512E" w:rsidP="009A7DDB">
                            <w:pPr>
                              <w:pStyle w:val="Heading3"/>
                              <w:rPr>
                                <w:sz w:val="22"/>
                                <w:szCs w:val="22"/>
                              </w:rPr>
                            </w:pPr>
                            <w:r w:rsidRPr="00AB5DF3">
                              <w:rPr>
                                <w:sz w:val="22"/>
                                <w:szCs w:val="22"/>
                              </w:rPr>
                              <w:t>Phone</w:t>
                            </w:r>
                          </w:p>
                          <w:p w14:paraId="15F283CC" w14:textId="77777777" w:rsidR="0026512E" w:rsidRPr="00AB5DF3" w:rsidRDefault="0026512E" w:rsidP="009A7DDB">
                            <w:pPr>
                              <w:pStyle w:val="Contact"/>
                              <w:rPr>
                                <w:sz w:val="22"/>
                                <w:szCs w:val="22"/>
                              </w:rPr>
                            </w:pPr>
                            <w:r w:rsidRPr="00AB5DF3">
                              <w:rPr>
                                <w:sz w:val="22"/>
                                <w:szCs w:val="22"/>
                              </w:rPr>
                              <w:t>201-358-7060, x5049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249.2pt;margin-top:715.45pt;width:127.8pt;height:37.2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" filled="f" stroked="f">
                <v:textbox inset="0,0,0,0">
                  <w:txbxContent>
                    <w:p w14:paraId="327A393C" w14:textId="77777777" w:rsidR="0026512E" w:rsidRPr="00AB5DF3" w:rsidRDefault="0026512E" w:rsidP="009A7DDB">
                      <w:pPr>
                        <w:pStyle w:val="Heading3"/>
                        <w:rPr>
                          <w:sz w:val="22"/>
                          <w:szCs w:val="22"/>
                        </w:rPr>
                      </w:pPr>
                      <w:r w:rsidRPr="00AB5DF3">
                        <w:rPr>
                          <w:sz w:val="22"/>
                          <w:szCs w:val="22"/>
                        </w:rPr>
                        <w:t>Phone</w:t>
                      </w:r>
                    </w:p>
                    <w:p w14:paraId="15F283CC" w14:textId="77777777" w:rsidR="0026512E" w:rsidRPr="00AB5DF3" w:rsidRDefault="0026512E" w:rsidP="009A7DDB">
                      <w:pPr>
                        <w:pStyle w:val="Contact"/>
                        <w:rPr>
                          <w:sz w:val="22"/>
                          <w:szCs w:val="22"/>
                        </w:rPr>
                      </w:pPr>
                      <w:r w:rsidRPr="00AB5DF3">
                        <w:rPr>
                          <w:sz w:val="22"/>
                          <w:szCs w:val="22"/>
                        </w:rPr>
                        <w:t>201-358-7060, x5049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91FD11" wp14:editId="30A63AC9">
                <wp:simplePos x="0" y="0"/>
                <wp:positionH relativeFrom="page">
                  <wp:posOffset>508635</wp:posOffset>
                </wp:positionH>
                <wp:positionV relativeFrom="page">
                  <wp:posOffset>7169150</wp:posOffset>
                </wp:positionV>
                <wp:extent cx="1674495" cy="1870075"/>
                <wp:effectExtent l="0" t="0" r="0" b="9525"/>
                <wp:wrapThrough wrapText="bothSides">
                  <wp:wrapPolygon edited="0">
                    <wp:start x="328" y="0"/>
                    <wp:lineTo x="328" y="21417"/>
                    <wp:lineTo x="20969" y="21417"/>
                    <wp:lineTo x="20969" y="0"/>
                    <wp:lineTo x="328" y="0"/>
                  </wp:wrapPolygon>
                </wp:wrapThrough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495" cy="187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CC4B0" w14:textId="77777777" w:rsidR="0026512E" w:rsidRPr="009A7DDB" w:rsidRDefault="0026512E">
                            <w:pPr>
                              <w:rPr>
                                <w:b/>
                                <w:color w:val="8DC03F" w:themeColor="accent1"/>
                                <w:sz w:val="32"/>
                                <w:szCs w:val="32"/>
                              </w:rPr>
                            </w:pPr>
                            <w:r w:rsidRPr="009A7DDB">
                              <w:rPr>
                                <w:b/>
                                <w:color w:val="8DC03F" w:themeColor="accent1"/>
                                <w:sz w:val="32"/>
                                <w:szCs w:val="32"/>
                              </w:rPr>
                              <w:t>Save the date!!</w:t>
                            </w:r>
                          </w:p>
                          <w:p w14:paraId="787275B7" w14:textId="77777777" w:rsidR="0026512E" w:rsidRPr="009A7DDB" w:rsidRDefault="0026512E">
                            <w:pPr>
                              <w:rPr>
                                <w:b/>
                                <w:color w:val="8DC03F" w:themeColor="accent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A7DDB">
                              <w:rPr>
                                <w:b/>
                                <w:color w:val="8DC03F" w:themeColor="accent1"/>
                                <w:sz w:val="32"/>
                                <w:szCs w:val="32"/>
                                <w:u w:val="single"/>
                              </w:rPr>
                              <w:t>Ad launch party</w:t>
                            </w:r>
                          </w:p>
                          <w:p w14:paraId="5A1AEF41" w14:textId="77777777" w:rsidR="0026512E" w:rsidRPr="009A7DDB" w:rsidRDefault="0026512E">
                            <w:pPr>
                              <w:rPr>
                                <w:b/>
                                <w:color w:val="8DC03F" w:themeColor="accent1"/>
                                <w:sz w:val="32"/>
                                <w:szCs w:val="32"/>
                              </w:rPr>
                            </w:pPr>
                            <w:r w:rsidRPr="009A7DDB">
                              <w:rPr>
                                <w:b/>
                                <w:color w:val="8DC03F" w:themeColor="accent1"/>
                                <w:sz w:val="32"/>
                                <w:szCs w:val="32"/>
                              </w:rPr>
                              <w:t>Thurs., May 30</w:t>
                            </w:r>
                          </w:p>
                          <w:p w14:paraId="56598187" w14:textId="77777777" w:rsidR="0026512E" w:rsidRPr="009A7DDB" w:rsidRDefault="0026512E">
                            <w:pPr>
                              <w:rPr>
                                <w:b/>
                                <w:color w:val="8DC03F" w:themeColor="accent1"/>
                                <w:sz w:val="32"/>
                                <w:szCs w:val="32"/>
                              </w:rPr>
                            </w:pPr>
                            <w:r w:rsidRPr="009A7DDB">
                              <w:rPr>
                                <w:b/>
                                <w:color w:val="8DC03F" w:themeColor="accent1"/>
                                <w:sz w:val="32"/>
                                <w:szCs w:val="32"/>
                              </w:rPr>
                              <w:t>PVHS Media</w:t>
                            </w:r>
                            <w:r w:rsidR="0023526D">
                              <w:rPr>
                                <w:b/>
                                <w:color w:val="8DC03F" w:themeColor="accent1"/>
                                <w:sz w:val="32"/>
                                <w:szCs w:val="32"/>
                              </w:rPr>
                              <w:t xml:space="preserve"> Center</w:t>
                            </w:r>
                            <w:r w:rsidRPr="009A7DDB">
                              <w:rPr>
                                <w:b/>
                                <w:color w:val="8DC03F" w:themeColor="accent1"/>
                                <w:sz w:val="32"/>
                                <w:szCs w:val="32"/>
                              </w:rPr>
                              <w:t xml:space="preserve"> 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0.05pt;margin-top:564.5pt;width:131.85pt;height:147.2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" mv:complextextbox="1" filled="f" stroked="f">
                <v:textbox>
                  <w:txbxContent>
                    <w:p w14:paraId="68DCC4B0" w14:textId="77777777" w:rsidR="0026512E" w:rsidRPr="009A7DDB" w:rsidRDefault="0026512E">
                      <w:pPr>
                        <w:rPr>
                          <w:b/>
                          <w:color w:val="8DC03F" w:themeColor="accent1"/>
                          <w:sz w:val="32"/>
                          <w:szCs w:val="32"/>
                        </w:rPr>
                      </w:pPr>
                      <w:r w:rsidRPr="009A7DDB">
                        <w:rPr>
                          <w:b/>
                          <w:color w:val="8DC03F" w:themeColor="accent1"/>
                          <w:sz w:val="32"/>
                          <w:szCs w:val="32"/>
                        </w:rPr>
                        <w:t>Save the date!!</w:t>
                      </w:r>
                    </w:p>
                    <w:p w14:paraId="787275B7" w14:textId="77777777" w:rsidR="0026512E" w:rsidRPr="009A7DDB" w:rsidRDefault="0026512E">
                      <w:pPr>
                        <w:rPr>
                          <w:b/>
                          <w:color w:val="8DC03F" w:themeColor="accent1"/>
                          <w:sz w:val="32"/>
                          <w:szCs w:val="32"/>
                          <w:u w:val="single"/>
                        </w:rPr>
                      </w:pPr>
                      <w:r w:rsidRPr="009A7DDB">
                        <w:rPr>
                          <w:b/>
                          <w:color w:val="8DC03F" w:themeColor="accent1"/>
                          <w:sz w:val="32"/>
                          <w:szCs w:val="32"/>
                          <w:u w:val="single"/>
                        </w:rPr>
                        <w:t>Ad launch party</w:t>
                      </w:r>
                    </w:p>
                    <w:p w14:paraId="5A1AEF41" w14:textId="77777777" w:rsidR="0026512E" w:rsidRPr="009A7DDB" w:rsidRDefault="0026512E">
                      <w:pPr>
                        <w:rPr>
                          <w:b/>
                          <w:color w:val="8DC03F" w:themeColor="accent1"/>
                          <w:sz w:val="32"/>
                          <w:szCs w:val="32"/>
                        </w:rPr>
                      </w:pPr>
                      <w:r w:rsidRPr="009A7DDB">
                        <w:rPr>
                          <w:b/>
                          <w:color w:val="8DC03F" w:themeColor="accent1"/>
                          <w:sz w:val="32"/>
                          <w:szCs w:val="32"/>
                        </w:rPr>
                        <w:t>Thurs., May 30</w:t>
                      </w:r>
                    </w:p>
                    <w:p w14:paraId="56598187" w14:textId="77777777" w:rsidR="0026512E" w:rsidRPr="009A7DDB" w:rsidRDefault="0026512E">
                      <w:pPr>
                        <w:rPr>
                          <w:b/>
                          <w:color w:val="8DC03F" w:themeColor="accent1"/>
                          <w:sz w:val="32"/>
                          <w:szCs w:val="32"/>
                        </w:rPr>
                      </w:pPr>
                      <w:r w:rsidRPr="009A7DDB">
                        <w:rPr>
                          <w:b/>
                          <w:color w:val="8DC03F" w:themeColor="accent1"/>
                          <w:sz w:val="32"/>
                          <w:szCs w:val="32"/>
                        </w:rPr>
                        <w:t>PVHS Media</w:t>
                      </w:r>
                      <w:r w:rsidR="0023526D">
                        <w:rPr>
                          <w:b/>
                          <w:color w:val="8DC03F" w:themeColor="accent1"/>
                          <w:sz w:val="32"/>
                          <w:szCs w:val="32"/>
                        </w:rPr>
                        <w:t xml:space="preserve"> Center</w:t>
                      </w:r>
                      <w:r w:rsidRPr="009A7DDB">
                        <w:rPr>
                          <w:b/>
                          <w:color w:val="8DC03F" w:themeColor="accent1"/>
                          <w:sz w:val="32"/>
                          <w:szCs w:val="32"/>
                        </w:rPr>
                        <w:t xml:space="preserve"> Center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26512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2A010A" wp14:editId="0A76DC8A">
                <wp:simplePos x="0" y="0"/>
                <wp:positionH relativeFrom="page">
                  <wp:posOffset>2374900</wp:posOffset>
                </wp:positionH>
                <wp:positionV relativeFrom="page">
                  <wp:posOffset>5308600</wp:posOffset>
                </wp:positionV>
                <wp:extent cx="4871720" cy="3666067"/>
                <wp:effectExtent l="0" t="0" r="5080" b="17145"/>
                <wp:wrapTight wrapText="bothSides">
                  <wp:wrapPolygon edited="0">
                    <wp:start x="0" y="0"/>
                    <wp:lineTo x="0" y="21551"/>
                    <wp:lineTo x="21510" y="21551"/>
                    <wp:lineTo x="21510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1720" cy="36660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2E42C48" w14:textId="77777777" w:rsidR="0026512E" w:rsidRPr="00AB5DF3" w:rsidRDefault="0026512E" w:rsidP="009A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B5DF3">
                              <w:rPr>
                                <w:sz w:val="28"/>
                                <w:szCs w:val="28"/>
                              </w:rPr>
                              <w:t>Now in its third year, the AP Language &amp; Composition advertising project aims to put students in the driver’s seat, putting their creativity, writing and speaking skills to the test throughout this rigorous month-long series of performance tasks.</w:t>
                            </w:r>
                          </w:p>
                          <w:p w14:paraId="06836E52" w14:textId="77777777" w:rsidR="0026512E" w:rsidRPr="00AB5DF3" w:rsidRDefault="0026512E" w:rsidP="009A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B5DF3">
                              <w:rPr>
                                <w:sz w:val="28"/>
                                <w:szCs w:val="28"/>
                              </w:rPr>
                              <w:t>First, students must seek a local business of their choice and ask the client to partner with them for this project.</w:t>
                            </w:r>
                          </w:p>
                          <w:p w14:paraId="7B2C010D" w14:textId="77777777" w:rsidR="0026512E" w:rsidRPr="00AB5DF3" w:rsidRDefault="0026512E" w:rsidP="009A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B5DF3">
                              <w:rPr>
                                <w:sz w:val="28"/>
                                <w:szCs w:val="28"/>
                              </w:rPr>
                              <w:t>Then, students gather demographic data and begin to research your competition.</w:t>
                            </w:r>
                          </w:p>
                          <w:p w14:paraId="62314892" w14:textId="77777777" w:rsidR="0026512E" w:rsidRDefault="0026512E" w:rsidP="009A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Next</w:t>
                            </w:r>
                            <w:r w:rsidRPr="00AB5DF3">
                              <w:rPr>
                                <w:sz w:val="28"/>
                                <w:szCs w:val="28"/>
                              </w:rPr>
                              <w:t xml:space="preserve">, students take the knowledge they have gained through our course concerning persuasion, argument, writing style, diction, tone and visual rhetoric to create original print advertisements and thirty-second commercial spots for your business. </w:t>
                            </w:r>
                          </w:p>
                          <w:p w14:paraId="17B9F982" w14:textId="77777777" w:rsidR="0026512E" w:rsidRPr="00AB5DF3" w:rsidRDefault="0026512E" w:rsidP="009A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Finally, students will present their </w:t>
                            </w:r>
                            <w:r w:rsidR="0023526D">
                              <w:rPr>
                                <w:sz w:val="28"/>
                                <w:szCs w:val="28"/>
                              </w:rPr>
                              <w:t xml:space="preserve">advertising strategies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and reveal their advertisements to you at our ad launch party!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187pt;margin-top:418pt;width:383.6pt;height:288.6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" filled="f" stroked="f">
                <v:textbox inset="0,0,0,0">
                  <w:txbxContent>
                    <w:p w14:paraId="02E42C48" w14:textId="77777777" w:rsidR="0026512E" w:rsidRPr="00AB5DF3" w:rsidRDefault="0026512E" w:rsidP="009A7DDB">
                      <w:pPr>
                        <w:rPr>
                          <w:sz w:val="28"/>
                          <w:szCs w:val="28"/>
                        </w:rPr>
                      </w:pPr>
                      <w:r w:rsidRPr="00AB5DF3">
                        <w:rPr>
                          <w:sz w:val="28"/>
                          <w:szCs w:val="28"/>
                        </w:rPr>
                        <w:t>Now in its third year, the AP Language &amp; Composition advertising project aims to put students in the driver’s seat, putting their creativity, writing and speaking skills to the test throughout this rigorous month-long series of performance tasks.</w:t>
                      </w:r>
                    </w:p>
                    <w:p w14:paraId="06836E52" w14:textId="77777777" w:rsidR="0026512E" w:rsidRPr="00AB5DF3" w:rsidRDefault="0026512E" w:rsidP="009A7DDB">
                      <w:pPr>
                        <w:rPr>
                          <w:sz w:val="28"/>
                          <w:szCs w:val="28"/>
                        </w:rPr>
                      </w:pPr>
                      <w:r w:rsidRPr="00AB5DF3">
                        <w:rPr>
                          <w:sz w:val="28"/>
                          <w:szCs w:val="28"/>
                        </w:rPr>
                        <w:t>First, students must seek a local business of their choice and ask the client to partner with them for this project.</w:t>
                      </w:r>
                    </w:p>
                    <w:p w14:paraId="7B2C010D" w14:textId="77777777" w:rsidR="0026512E" w:rsidRPr="00AB5DF3" w:rsidRDefault="0026512E" w:rsidP="009A7DDB">
                      <w:pPr>
                        <w:rPr>
                          <w:sz w:val="28"/>
                          <w:szCs w:val="28"/>
                        </w:rPr>
                      </w:pPr>
                      <w:r w:rsidRPr="00AB5DF3">
                        <w:rPr>
                          <w:sz w:val="28"/>
                          <w:szCs w:val="28"/>
                        </w:rPr>
                        <w:t>Then, students gather demographic data and begin to research your competition.</w:t>
                      </w:r>
                    </w:p>
                    <w:p w14:paraId="62314892" w14:textId="77777777" w:rsidR="0026512E" w:rsidRDefault="0026512E" w:rsidP="009A7DD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Next</w:t>
                      </w:r>
                      <w:r w:rsidRPr="00AB5DF3">
                        <w:rPr>
                          <w:sz w:val="28"/>
                          <w:szCs w:val="28"/>
                        </w:rPr>
                        <w:t xml:space="preserve">, students take the knowledge they have gained through our course concerning persuasion, argument, writing style, diction, tone and visual rhetoric to create original print advertisements and thirty-second commercial spots for your business. </w:t>
                      </w:r>
                    </w:p>
                    <w:p w14:paraId="17B9F982" w14:textId="77777777" w:rsidR="0026512E" w:rsidRPr="00AB5DF3" w:rsidRDefault="0026512E" w:rsidP="009A7DD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Finally, students will present their </w:t>
                      </w:r>
                      <w:r w:rsidR="0023526D">
                        <w:rPr>
                          <w:sz w:val="28"/>
                          <w:szCs w:val="28"/>
                        </w:rPr>
                        <w:t xml:space="preserve">advertising strategies </w:t>
                      </w:r>
                      <w:r>
                        <w:rPr>
                          <w:sz w:val="28"/>
                          <w:szCs w:val="28"/>
                        </w:rPr>
                        <w:t>and reveal their advertisements to you at our ad launch party!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26512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F75002" wp14:editId="06C52736">
                <wp:simplePos x="0" y="0"/>
                <wp:positionH relativeFrom="page">
                  <wp:posOffset>568960</wp:posOffset>
                </wp:positionH>
                <wp:positionV relativeFrom="page">
                  <wp:posOffset>6769100</wp:posOffset>
                </wp:positionV>
                <wp:extent cx="1508760" cy="164465"/>
                <wp:effectExtent l="0" t="0" r="15240" b="13335"/>
                <wp:wrapTight wrapText="bothSides">
                  <wp:wrapPolygon edited="0">
                    <wp:start x="0" y="0"/>
                    <wp:lineTo x="0" y="20015"/>
                    <wp:lineTo x="21455" y="20015"/>
                    <wp:lineTo x="21455" y="0"/>
                    <wp:lineTo x="0" y="0"/>
                  </wp:wrapPolygon>
                </wp:wrapTight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F406297" w14:textId="77777777" w:rsidR="0026512E" w:rsidRPr="0026512E" w:rsidRDefault="0026512E" w:rsidP="009A7DDB">
                            <w:pPr>
                              <w:pStyle w:val="Heading2"/>
                              <w:rPr>
                                <w:sz w:val="22"/>
                                <w:szCs w:val="22"/>
                              </w:rPr>
                            </w:pPr>
                            <w:r w:rsidRPr="0026512E">
                              <w:rPr>
                                <w:sz w:val="22"/>
                                <w:szCs w:val="22"/>
                              </w:rPr>
                              <w:t>It’s free!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44.8pt;margin-top:533pt;width:118.8pt;height:12.9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" filled="f" stroked="f">
                <v:textbox inset="0,0,0,0">
                  <w:txbxContent>
                    <w:p w14:paraId="3F406297" w14:textId="77777777" w:rsidR="0026512E" w:rsidRPr="0026512E" w:rsidRDefault="0026512E" w:rsidP="009A7DDB">
                      <w:pPr>
                        <w:pStyle w:val="Heading2"/>
                        <w:rPr>
                          <w:sz w:val="22"/>
                          <w:szCs w:val="22"/>
                        </w:rPr>
                      </w:pPr>
                      <w:r w:rsidRPr="0026512E">
                        <w:rPr>
                          <w:sz w:val="22"/>
                          <w:szCs w:val="22"/>
                        </w:rPr>
                        <w:t>It’s free!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A7DD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7DE4DC" wp14:editId="7CC1A622">
                <wp:simplePos x="0" y="0"/>
                <wp:positionH relativeFrom="page">
                  <wp:posOffset>568960</wp:posOffset>
                </wp:positionH>
                <wp:positionV relativeFrom="page">
                  <wp:posOffset>6113780</wp:posOffset>
                </wp:positionV>
                <wp:extent cx="1508760" cy="727075"/>
                <wp:effectExtent l="0" t="0" r="15240" b="9525"/>
                <wp:wrapTight wrapText="bothSides">
                  <wp:wrapPolygon edited="0">
                    <wp:start x="0" y="0"/>
                    <wp:lineTo x="0" y="21128"/>
                    <wp:lineTo x="21455" y="21128"/>
                    <wp:lineTo x="21455" y="0"/>
                    <wp:lineTo x="0" y="0"/>
                  </wp:wrapPolygon>
                </wp:wrapTight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537B783" w14:textId="77777777" w:rsidR="0026512E" w:rsidRPr="0026512E" w:rsidRDefault="0026512E" w:rsidP="009A7DDB">
                            <w:pPr>
                              <w:pStyle w:val="Heading2"/>
                              <w:rPr>
                                <w:sz w:val="22"/>
                                <w:szCs w:val="22"/>
                              </w:rPr>
                            </w:pPr>
                            <w:r w:rsidRPr="0026512E">
                              <w:rPr>
                                <w:sz w:val="22"/>
                                <w:szCs w:val="22"/>
                              </w:rPr>
                              <w:t>Students know students</w:t>
                            </w:r>
                          </w:p>
                          <w:p w14:paraId="75880F3A" w14:textId="77777777" w:rsidR="0026512E" w:rsidRPr="0026512E" w:rsidRDefault="0026512E" w:rsidP="009A7DDB">
                            <w:pPr>
                              <w:pStyle w:val="Heading2"/>
                              <w:rPr>
                                <w:sz w:val="22"/>
                                <w:szCs w:val="22"/>
                              </w:rPr>
                            </w:pPr>
                            <w:r w:rsidRPr="0026512E">
                              <w:rPr>
                                <w:sz w:val="22"/>
                                <w:szCs w:val="22"/>
                              </w:rPr>
                              <w:t>(who can patronize your business)!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44.8pt;margin-top:481.4pt;width:118.8pt;height:57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" filled="f" stroked="f">
                <v:textbox inset="0,0,0,0">
                  <w:txbxContent>
                    <w:p w14:paraId="7537B783" w14:textId="77777777" w:rsidR="0026512E" w:rsidRPr="0026512E" w:rsidRDefault="0026512E" w:rsidP="009A7DDB">
                      <w:pPr>
                        <w:pStyle w:val="Heading2"/>
                        <w:rPr>
                          <w:sz w:val="22"/>
                          <w:szCs w:val="22"/>
                        </w:rPr>
                      </w:pPr>
                      <w:r w:rsidRPr="0026512E">
                        <w:rPr>
                          <w:sz w:val="22"/>
                          <w:szCs w:val="22"/>
                        </w:rPr>
                        <w:t>Students know students</w:t>
                      </w:r>
                    </w:p>
                    <w:p w14:paraId="75880F3A" w14:textId="77777777" w:rsidR="0026512E" w:rsidRPr="0026512E" w:rsidRDefault="0026512E" w:rsidP="009A7DDB">
                      <w:pPr>
                        <w:pStyle w:val="Heading2"/>
                        <w:rPr>
                          <w:sz w:val="22"/>
                          <w:szCs w:val="22"/>
                        </w:rPr>
                      </w:pPr>
                      <w:r w:rsidRPr="0026512E">
                        <w:rPr>
                          <w:sz w:val="22"/>
                          <w:szCs w:val="22"/>
                        </w:rPr>
                        <w:t>(who can patronize your business)!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B5DF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0F5ADE" wp14:editId="641DBB81">
                <wp:simplePos x="0" y="0"/>
                <wp:positionH relativeFrom="page">
                  <wp:posOffset>5045075</wp:posOffset>
                </wp:positionH>
                <wp:positionV relativeFrom="page">
                  <wp:posOffset>9039225</wp:posOffset>
                </wp:positionV>
                <wp:extent cx="2262505" cy="564515"/>
                <wp:effectExtent l="0" t="0" r="23495" b="19685"/>
                <wp:wrapTight wrapText="bothSides">
                  <wp:wrapPolygon edited="0">
                    <wp:start x="0" y="0"/>
                    <wp:lineTo x="0" y="21381"/>
                    <wp:lineTo x="21582" y="21381"/>
                    <wp:lineTo x="21582" y="0"/>
                    <wp:lineTo x="0" y="0"/>
                  </wp:wrapPolygon>
                </wp:wrapTight>
                <wp:docPr id="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250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4E578" w14:textId="77777777" w:rsidR="0026512E" w:rsidRPr="00AB5DF3" w:rsidRDefault="0026512E" w:rsidP="009A7DDB">
                            <w:pPr>
                              <w:pStyle w:val="Heading3"/>
                              <w:rPr>
                                <w:sz w:val="22"/>
                                <w:szCs w:val="22"/>
                              </w:rPr>
                            </w:pPr>
                            <w:r w:rsidRPr="00AB5DF3">
                              <w:rPr>
                                <w:sz w:val="22"/>
                                <w:szCs w:val="22"/>
                              </w:rPr>
                              <w:t>Web</w:t>
                            </w:r>
                          </w:p>
                          <w:p w14:paraId="26B42C59" w14:textId="77777777" w:rsidR="0026512E" w:rsidRPr="00AB5DF3" w:rsidRDefault="0026512E" w:rsidP="009A7DDB">
                            <w:pPr>
                              <w:pStyle w:val="Contact"/>
                              <w:rPr>
                                <w:sz w:val="22"/>
                                <w:szCs w:val="22"/>
                              </w:rPr>
                            </w:pPr>
                            <w:hyperlink r:id="rId5" w:history="1">
                              <w:r w:rsidRPr="00AB5DF3">
                                <w:rPr>
                                  <w:rStyle w:val="Hyperlink"/>
                                  <w:sz w:val="22"/>
                                  <w:szCs w:val="22"/>
                                </w:rPr>
                                <w:t>vmattessich@pascack.k12.nj.us</w:t>
                              </w:r>
                            </w:hyperlink>
                          </w:p>
                          <w:p w14:paraId="691620A1" w14:textId="77777777" w:rsidR="0026512E" w:rsidRPr="00AB5DF3" w:rsidRDefault="0026512E" w:rsidP="009A7DDB">
                            <w:pPr>
                              <w:pStyle w:val="Contact"/>
                              <w:rPr>
                                <w:sz w:val="22"/>
                                <w:szCs w:val="22"/>
                              </w:rPr>
                            </w:pPr>
                            <w:hyperlink r:id="rId6" w:history="1">
                              <w:r w:rsidRPr="00AB5DF3">
                                <w:rPr>
                                  <w:rStyle w:val="Hyperlink"/>
                                  <w:sz w:val="22"/>
                                  <w:szCs w:val="22"/>
                                </w:rPr>
                                <w:t>slamminteacher@gmail.com</w:t>
                              </w:r>
                            </w:hyperlink>
                          </w:p>
                          <w:p w14:paraId="10EEB993" w14:textId="77777777" w:rsidR="0026512E" w:rsidRDefault="0026512E" w:rsidP="009A7DDB">
                            <w:pPr>
                              <w:pStyle w:val="Cont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397.25pt;margin-top:711.75pt;width:178.15pt;height:44.4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" filled="f" stroked="f">
                <v:textbox inset="0,0,0,0">
                  <w:txbxContent>
                    <w:p w14:paraId="7214E578" w14:textId="77777777" w:rsidR="0026512E" w:rsidRPr="00AB5DF3" w:rsidRDefault="0026512E" w:rsidP="009A7DDB">
                      <w:pPr>
                        <w:pStyle w:val="Heading3"/>
                        <w:rPr>
                          <w:sz w:val="22"/>
                          <w:szCs w:val="22"/>
                        </w:rPr>
                      </w:pPr>
                      <w:r w:rsidRPr="00AB5DF3">
                        <w:rPr>
                          <w:sz w:val="22"/>
                          <w:szCs w:val="22"/>
                        </w:rPr>
                        <w:t>Web</w:t>
                      </w:r>
                    </w:p>
                    <w:p w14:paraId="26B42C59" w14:textId="77777777" w:rsidR="0026512E" w:rsidRPr="00AB5DF3" w:rsidRDefault="0026512E" w:rsidP="009A7DDB">
                      <w:pPr>
                        <w:pStyle w:val="Contact"/>
                        <w:rPr>
                          <w:sz w:val="22"/>
                          <w:szCs w:val="22"/>
                        </w:rPr>
                      </w:pPr>
                      <w:hyperlink r:id="rId7" w:history="1">
                        <w:r w:rsidRPr="00AB5DF3">
                          <w:rPr>
                            <w:rStyle w:val="Hyperlink"/>
                            <w:sz w:val="22"/>
                            <w:szCs w:val="22"/>
                          </w:rPr>
                          <w:t>vmattessich@pascack.k12.nj.us</w:t>
                        </w:r>
                      </w:hyperlink>
                    </w:p>
                    <w:p w14:paraId="691620A1" w14:textId="77777777" w:rsidR="0026512E" w:rsidRPr="00AB5DF3" w:rsidRDefault="0026512E" w:rsidP="009A7DDB">
                      <w:pPr>
                        <w:pStyle w:val="Contact"/>
                        <w:rPr>
                          <w:sz w:val="22"/>
                          <w:szCs w:val="22"/>
                        </w:rPr>
                      </w:pPr>
                      <w:hyperlink r:id="rId8" w:history="1">
                        <w:r w:rsidRPr="00AB5DF3">
                          <w:rPr>
                            <w:rStyle w:val="Hyperlink"/>
                            <w:sz w:val="22"/>
                            <w:szCs w:val="22"/>
                          </w:rPr>
                          <w:t>slamminteacher@gmail.com</w:t>
                        </w:r>
                      </w:hyperlink>
                    </w:p>
                    <w:p w14:paraId="10EEB993" w14:textId="77777777" w:rsidR="0026512E" w:rsidRDefault="0026512E" w:rsidP="009A7DDB">
                      <w:pPr>
                        <w:pStyle w:val="Contact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B5DF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AF414B" wp14:editId="5568B6A2">
                <wp:simplePos x="0" y="0"/>
                <wp:positionH relativeFrom="page">
                  <wp:posOffset>2374265</wp:posOffset>
                </wp:positionH>
                <wp:positionV relativeFrom="page">
                  <wp:posOffset>4521200</wp:posOffset>
                </wp:positionV>
                <wp:extent cx="4872355" cy="774700"/>
                <wp:effectExtent l="0" t="0" r="4445" b="12700"/>
                <wp:wrapTight wrapText="bothSides">
                  <wp:wrapPolygon edited="0">
                    <wp:start x="0" y="0"/>
                    <wp:lineTo x="0" y="21246"/>
                    <wp:lineTo x="21507" y="21246"/>
                    <wp:lineTo x="21507" y="0"/>
                    <wp:lineTo x="0" y="0"/>
                  </wp:wrapPolygon>
                </wp:wrapTight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2355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C079980" w14:textId="77777777" w:rsidR="0026512E" w:rsidRDefault="0026512E" w:rsidP="009A7DDB">
                            <w:pPr>
                              <w:pStyle w:val="Heading1"/>
                            </w:pPr>
                            <w:r>
                              <w:t>In the News:  Pascack Valley High School’s Advanced Placement students to create original advertisements for local businesses as part of a hands-on culminating learning experience for the course.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186.95pt;margin-top:356pt;width:383.65pt;height:6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" filled="f" stroked="f">
                <v:textbox inset="0,0,0,0">
                  <w:txbxContent>
                    <w:p w14:paraId="0C079980" w14:textId="77777777" w:rsidR="0026512E" w:rsidRDefault="0026512E" w:rsidP="009A7DDB">
                      <w:pPr>
                        <w:pStyle w:val="Heading1"/>
                      </w:pPr>
                      <w:r>
                        <w:t>In the News:  Pascack Valley High School’s Advanced Placement students to create original advertisements for local businesses as part of a hands-on culminating learning experience for the course.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B5DF3">
        <w:rPr>
          <w:noProof/>
        </w:rPr>
        <w:drawing>
          <wp:anchor distT="0" distB="0" distL="114300" distR="114300" simplePos="0" relativeHeight="251680768" behindDoc="0" locked="0" layoutInCell="1" allowOverlap="1" wp14:anchorId="2D333D45" wp14:editId="21C2406F">
            <wp:simplePos x="0" y="0"/>
            <wp:positionH relativeFrom="page">
              <wp:posOffset>457200</wp:posOffset>
            </wp:positionH>
            <wp:positionV relativeFrom="page">
              <wp:posOffset>481966</wp:posOffset>
            </wp:positionV>
            <wp:extent cx="6851592" cy="3869902"/>
            <wp:effectExtent l="0" t="0" r="6985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lboard.jpg"/>
                    <pic:cNvPicPr/>
                  </pic:nvPicPr>
                  <pic:blipFill>
                    <a:blip r:embed="rId9">
                      <a:alphaModFix am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2285" cy="3870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5DF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2E96ED" wp14:editId="7A60C934">
                <wp:simplePos x="0" y="0"/>
                <wp:positionH relativeFrom="page">
                  <wp:posOffset>2781300</wp:posOffset>
                </wp:positionH>
                <wp:positionV relativeFrom="page">
                  <wp:posOffset>1294765</wp:posOffset>
                </wp:positionV>
                <wp:extent cx="2209800" cy="1261110"/>
                <wp:effectExtent l="0" t="0" r="0" b="8890"/>
                <wp:wrapTight wrapText="bothSides">
                  <wp:wrapPolygon edited="0">
                    <wp:start x="0" y="0"/>
                    <wp:lineTo x="0" y="21317"/>
                    <wp:lineTo x="21352" y="21317"/>
                    <wp:lineTo x="21352" y="0"/>
                    <wp:lineTo x="0" y="0"/>
                  </wp:wrapPolygon>
                </wp:wrapTight>
                <wp:docPr id="1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2611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6F0B97" w14:textId="77777777" w:rsidR="0026512E" w:rsidRPr="00AB5DF3" w:rsidRDefault="0026512E" w:rsidP="00AB5DF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AB5DF3">
                              <w:rPr>
                                <w:sz w:val="44"/>
                                <w:szCs w:val="44"/>
                              </w:rPr>
                              <w:t>Let us advertise your business for you!</w:t>
                            </w:r>
                          </w:p>
                          <w:p w14:paraId="071C926D" w14:textId="77777777" w:rsidR="0026512E" w:rsidRDefault="0026512E" w:rsidP="00AB5D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4" style="position:absolute;margin-left:219pt;margin-top:101.95pt;width:174pt;height:99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" fillcolor="#8dc03f [3204]" stroked="f" strokecolor="blue" strokeweight="1.5pt">
                <v:shadow opacity="22938f" mv:blur="38100f" offset="0,2pt"/>
                <v:textbox inset=",7.2pt,,7.2pt">
                  <w:txbxContent>
                    <w:p w14:paraId="686F0B97" w14:textId="77777777" w:rsidR="0026512E" w:rsidRPr="00AB5DF3" w:rsidRDefault="0026512E" w:rsidP="00AB5DF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AB5DF3">
                        <w:rPr>
                          <w:sz w:val="44"/>
                          <w:szCs w:val="44"/>
                        </w:rPr>
                        <w:t>Let us advertise your business for you!</w:t>
                      </w:r>
                    </w:p>
                    <w:p w14:paraId="071C926D" w14:textId="77777777" w:rsidR="0026512E" w:rsidRDefault="0026512E" w:rsidP="00AB5DF3">
                      <w:pPr>
                        <w:jc w:val="center"/>
                      </w:pPr>
                    </w:p>
                  </w:txbxContent>
                </v:textbox>
                <w10:wrap type="tight" anchorx="page" anchory="page"/>
              </v:rect>
            </w:pict>
          </mc:Fallback>
        </mc:AlternateContent>
      </w:r>
      <w:r w:rsidR="00AB5D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3B830" wp14:editId="058E03A6">
                <wp:simplePos x="0" y="0"/>
                <wp:positionH relativeFrom="page">
                  <wp:posOffset>1578610</wp:posOffset>
                </wp:positionH>
                <wp:positionV relativeFrom="page">
                  <wp:posOffset>481965</wp:posOffset>
                </wp:positionV>
                <wp:extent cx="4800600" cy="342900"/>
                <wp:effectExtent l="0" t="0" r="0" b="12700"/>
                <wp:wrapTight wrapText="bothSides">
                  <wp:wrapPolygon edited="0">
                    <wp:start x="0" y="0"/>
                    <wp:lineTo x="0" y="20800"/>
                    <wp:lineTo x="21486" y="20800"/>
                    <wp:lineTo x="21486" y="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D9B038D" w14:textId="77777777" w:rsidR="0026512E" w:rsidRDefault="0026512E" w:rsidP="009A7DDB">
                            <w:pPr>
                              <w:pStyle w:val="Heading1"/>
                            </w:pPr>
                            <w:r>
                              <w:t xml:space="preserve">Pascack Valley High School                 AP Language &amp; Composition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5" type="#_x0000_t202" style="position:absolute;margin-left:124.3pt;margin-top:37.95pt;width:378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" filled="f" stroked="f">
                <v:textbox inset="0,0,0,0">
                  <w:txbxContent>
                    <w:p w14:paraId="5D9B038D" w14:textId="77777777" w:rsidR="0026512E" w:rsidRDefault="0026512E" w:rsidP="009A7DDB">
                      <w:pPr>
                        <w:pStyle w:val="Heading1"/>
                      </w:pPr>
                      <w:r>
                        <w:t xml:space="preserve">Pascack Valley High School                 AP Language &amp; Composition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C7329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EB4AC" wp14:editId="7ED5FB41">
                <wp:simplePos x="0" y="0"/>
                <wp:positionH relativeFrom="page">
                  <wp:posOffset>594360</wp:posOffset>
                </wp:positionH>
                <wp:positionV relativeFrom="page">
                  <wp:posOffset>5295900</wp:posOffset>
                </wp:positionV>
                <wp:extent cx="1508760" cy="711200"/>
                <wp:effectExtent l="0" t="0" r="15240" b="0"/>
                <wp:wrapTight wrapText="bothSides">
                  <wp:wrapPolygon edited="0">
                    <wp:start x="0" y="0"/>
                    <wp:lineTo x="0" y="20829"/>
                    <wp:lineTo x="21455" y="20829"/>
                    <wp:lineTo x="21455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E22C6A9" w14:textId="77777777" w:rsidR="0026512E" w:rsidRDefault="0026512E" w:rsidP="009A7DDB">
                            <w:pPr>
                              <w:pStyle w:val="Title"/>
                            </w:pPr>
                            <w:r>
                              <w:t>Why?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6" type="#_x0000_t202" style="position:absolute;margin-left:46.8pt;margin-top:417pt;width:118.8pt;height:5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" filled="f" stroked="f">
                <v:textbox inset="0,0,0,0">
                  <w:txbxContent>
                    <w:p w14:paraId="2E22C6A9" w14:textId="77777777" w:rsidR="0026512E" w:rsidRDefault="0026512E" w:rsidP="009A7DDB">
                      <w:pPr>
                        <w:pStyle w:val="Title"/>
                      </w:pPr>
                      <w:r>
                        <w:t>Why?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9A7DDB" w:rsidSect="009A7DDB">
      <w:pgSz w:w="12240" w:h="15840"/>
      <w:pgMar w:top="720" w:right="720" w:bottom="720" w:left="7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メイリオ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AB5DF3"/>
    <w:rsid w:val="0004118E"/>
    <w:rsid w:val="0023526D"/>
    <w:rsid w:val="0026512E"/>
    <w:rsid w:val="006F5E9B"/>
    <w:rsid w:val="00835C3C"/>
    <w:rsid w:val="00943850"/>
    <w:rsid w:val="0099306C"/>
    <w:rsid w:val="009A7DDB"/>
    <w:rsid w:val="00AB5DF3"/>
    <w:rsid w:val="00C401F5"/>
    <w:rsid w:val="00C73293"/>
    <w:rsid w:val="00D77D47"/>
    <w:rsid w:val="00DB1C06"/>
    <w:rsid w:val="00E65F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7C5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A1EB8"/>
    <w:rPr>
      <w:color w:val="595959" w:themeColor="text1" w:themeTint="A6"/>
      <w:sz w:val="20"/>
    </w:rPr>
  </w:style>
  <w:style w:type="paragraph" w:styleId="Heading1">
    <w:name w:val="heading 1"/>
    <w:basedOn w:val="Normal"/>
    <w:link w:val="Heading1Char"/>
    <w:uiPriority w:val="9"/>
    <w:qFormat/>
    <w:rsid w:val="003C6A11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Cs/>
      <w:color w:val="8DC03F" w:themeColor="accent1"/>
      <w:sz w:val="28"/>
      <w:szCs w:val="32"/>
    </w:rPr>
  </w:style>
  <w:style w:type="paragraph" w:styleId="Heading2">
    <w:name w:val="heading 2"/>
    <w:basedOn w:val="Normal"/>
    <w:link w:val="Heading2Char"/>
    <w:rsid w:val="007A61FD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8DC03F" w:themeColor="accent1"/>
      <w:sz w:val="18"/>
      <w:szCs w:val="26"/>
    </w:rPr>
  </w:style>
  <w:style w:type="paragraph" w:styleId="Heading3">
    <w:name w:val="heading 3"/>
    <w:basedOn w:val="Normal"/>
    <w:next w:val="Normal"/>
    <w:link w:val="Heading3Char"/>
    <w:rsid w:val="00DB4738"/>
    <w:pPr>
      <w:keepNext/>
      <w:keepLines/>
      <w:spacing w:after="0"/>
      <w:outlineLvl w:val="2"/>
    </w:pPr>
    <w:rPr>
      <w:rFonts w:asciiTheme="majorHAnsi" w:eastAsiaTheme="majorEastAsia" w:hAnsiTheme="majorHAnsi" w:cstheme="majorBidi"/>
      <w:bCs/>
      <w:caps/>
      <w:color w:val="8DC03F" w:themeColor="accent1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A11"/>
    <w:rPr>
      <w:rFonts w:asciiTheme="majorHAnsi" w:eastAsiaTheme="majorEastAsia" w:hAnsiTheme="majorHAnsi" w:cstheme="majorBidi"/>
      <w:bCs/>
      <w:color w:val="8DC03F" w:themeColor="accent1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7A61FD"/>
    <w:rPr>
      <w:rFonts w:asciiTheme="majorHAnsi" w:eastAsiaTheme="majorEastAsia" w:hAnsiTheme="majorHAnsi" w:cstheme="majorBidi"/>
      <w:b/>
      <w:bCs/>
      <w:color w:val="8DC03F" w:themeColor="accent1"/>
      <w:sz w:val="18"/>
      <w:szCs w:val="26"/>
    </w:rPr>
  </w:style>
  <w:style w:type="paragraph" w:styleId="Title">
    <w:name w:val="Title"/>
    <w:basedOn w:val="Normal"/>
    <w:next w:val="Normal"/>
    <w:link w:val="TitleChar"/>
    <w:rsid w:val="00B778DC"/>
    <w:pPr>
      <w:spacing w:after="0" w:line="1040" w:lineRule="exact"/>
    </w:pPr>
    <w:rPr>
      <w:rFonts w:asciiTheme="majorHAnsi" w:eastAsiaTheme="majorEastAsia" w:hAnsiTheme="majorHAnsi" w:cstheme="majorBidi"/>
      <w:color w:val="8DC03F" w:themeColor="accent1"/>
      <w:sz w:val="96"/>
      <w:szCs w:val="52"/>
    </w:rPr>
  </w:style>
  <w:style w:type="character" w:customStyle="1" w:styleId="TitleChar">
    <w:name w:val="Title Char"/>
    <w:basedOn w:val="DefaultParagraphFont"/>
    <w:link w:val="Title"/>
    <w:rsid w:val="00B778DC"/>
    <w:rPr>
      <w:rFonts w:asciiTheme="majorHAnsi" w:eastAsiaTheme="majorEastAsia" w:hAnsiTheme="majorHAnsi" w:cstheme="majorBidi"/>
      <w:color w:val="8DC03F" w:themeColor="accent1"/>
      <w:sz w:val="96"/>
      <w:szCs w:val="52"/>
    </w:rPr>
  </w:style>
  <w:style w:type="paragraph" w:styleId="Subtitle">
    <w:name w:val="Subtitle"/>
    <w:basedOn w:val="Normal"/>
    <w:next w:val="Normal"/>
    <w:link w:val="SubtitleChar"/>
    <w:rsid w:val="007A61FD"/>
    <w:pPr>
      <w:numPr>
        <w:ilvl w:val="1"/>
      </w:numPr>
      <w:spacing w:after="0" w:line="600" w:lineRule="exact"/>
    </w:pPr>
    <w:rPr>
      <w:rFonts w:asciiTheme="majorHAnsi" w:eastAsiaTheme="majorEastAsia" w:hAnsiTheme="majorHAnsi" w:cstheme="majorBidi"/>
      <w:iCs/>
      <w:color w:val="8DC03F" w:themeColor="accent1"/>
      <w:sz w:val="54"/>
    </w:rPr>
  </w:style>
  <w:style w:type="character" w:customStyle="1" w:styleId="SubtitleChar">
    <w:name w:val="Subtitle Char"/>
    <w:basedOn w:val="DefaultParagraphFont"/>
    <w:link w:val="Subtitle"/>
    <w:rsid w:val="007A61FD"/>
    <w:rPr>
      <w:rFonts w:asciiTheme="majorHAnsi" w:eastAsiaTheme="majorEastAsia" w:hAnsiTheme="majorHAnsi" w:cstheme="majorBidi"/>
      <w:iCs/>
      <w:color w:val="8DC03F" w:themeColor="accent1"/>
      <w:sz w:val="54"/>
    </w:rPr>
  </w:style>
  <w:style w:type="character" w:customStyle="1" w:styleId="Heading3Char">
    <w:name w:val="Heading 3 Char"/>
    <w:basedOn w:val="DefaultParagraphFont"/>
    <w:link w:val="Heading3"/>
    <w:rsid w:val="00DB4738"/>
    <w:rPr>
      <w:rFonts w:asciiTheme="majorHAnsi" w:eastAsiaTheme="majorEastAsia" w:hAnsiTheme="majorHAnsi" w:cstheme="majorBidi"/>
      <w:bCs/>
      <w:caps/>
      <w:color w:val="8DC03F" w:themeColor="accent1"/>
      <w:sz w:val="16"/>
    </w:rPr>
  </w:style>
  <w:style w:type="paragraph" w:styleId="BlockText">
    <w:name w:val="Block Text"/>
    <w:basedOn w:val="Normal"/>
    <w:rsid w:val="00971C41"/>
    <w:pPr>
      <w:spacing w:after="0"/>
    </w:pPr>
    <w:rPr>
      <w:rFonts w:eastAsiaTheme="minorEastAsia"/>
      <w:b/>
      <w:iCs/>
      <w:color w:val="7F7F7F" w:themeColor="text1" w:themeTint="80"/>
      <w:sz w:val="18"/>
    </w:rPr>
  </w:style>
  <w:style w:type="paragraph" w:customStyle="1" w:styleId="Contact">
    <w:name w:val="Contact"/>
    <w:basedOn w:val="Normal"/>
    <w:qFormat/>
    <w:rsid w:val="00DB4738"/>
    <w:pPr>
      <w:spacing w:after="0"/>
    </w:pPr>
    <w:rPr>
      <w:sz w:val="16"/>
    </w:rPr>
  </w:style>
  <w:style w:type="character" w:styleId="Hyperlink">
    <w:name w:val="Hyperlink"/>
    <w:basedOn w:val="DefaultParagraphFont"/>
    <w:rsid w:val="00AB5DF3"/>
    <w:rPr>
      <w:color w:val="B3D56C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A1EB8"/>
    <w:rPr>
      <w:color w:val="595959" w:themeColor="text1" w:themeTint="A6"/>
      <w:sz w:val="20"/>
    </w:rPr>
  </w:style>
  <w:style w:type="paragraph" w:styleId="Heading1">
    <w:name w:val="heading 1"/>
    <w:basedOn w:val="Normal"/>
    <w:link w:val="Heading1Char"/>
    <w:uiPriority w:val="9"/>
    <w:qFormat/>
    <w:rsid w:val="003C6A11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Cs/>
      <w:color w:val="8DC03F" w:themeColor="accent1"/>
      <w:sz w:val="28"/>
      <w:szCs w:val="32"/>
    </w:rPr>
  </w:style>
  <w:style w:type="paragraph" w:styleId="Heading2">
    <w:name w:val="heading 2"/>
    <w:basedOn w:val="Normal"/>
    <w:link w:val="Heading2Char"/>
    <w:rsid w:val="007A61FD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8DC03F" w:themeColor="accent1"/>
      <w:sz w:val="18"/>
      <w:szCs w:val="26"/>
    </w:rPr>
  </w:style>
  <w:style w:type="paragraph" w:styleId="Heading3">
    <w:name w:val="heading 3"/>
    <w:basedOn w:val="Normal"/>
    <w:next w:val="Normal"/>
    <w:link w:val="Heading3Char"/>
    <w:rsid w:val="00DB4738"/>
    <w:pPr>
      <w:keepNext/>
      <w:keepLines/>
      <w:spacing w:after="0"/>
      <w:outlineLvl w:val="2"/>
    </w:pPr>
    <w:rPr>
      <w:rFonts w:asciiTheme="majorHAnsi" w:eastAsiaTheme="majorEastAsia" w:hAnsiTheme="majorHAnsi" w:cstheme="majorBidi"/>
      <w:bCs/>
      <w:caps/>
      <w:color w:val="8DC03F" w:themeColor="accent1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A11"/>
    <w:rPr>
      <w:rFonts w:asciiTheme="majorHAnsi" w:eastAsiaTheme="majorEastAsia" w:hAnsiTheme="majorHAnsi" w:cstheme="majorBidi"/>
      <w:bCs/>
      <w:color w:val="8DC03F" w:themeColor="accent1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7A61FD"/>
    <w:rPr>
      <w:rFonts w:asciiTheme="majorHAnsi" w:eastAsiaTheme="majorEastAsia" w:hAnsiTheme="majorHAnsi" w:cstheme="majorBidi"/>
      <w:b/>
      <w:bCs/>
      <w:color w:val="8DC03F" w:themeColor="accent1"/>
      <w:sz w:val="18"/>
      <w:szCs w:val="26"/>
    </w:rPr>
  </w:style>
  <w:style w:type="paragraph" w:styleId="Title">
    <w:name w:val="Title"/>
    <w:basedOn w:val="Normal"/>
    <w:next w:val="Normal"/>
    <w:link w:val="TitleChar"/>
    <w:rsid w:val="00B778DC"/>
    <w:pPr>
      <w:spacing w:after="0" w:line="1040" w:lineRule="exact"/>
    </w:pPr>
    <w:rPr>
      <w:rFonts w:asciiTheme="majorHAnsi" w:eastAsiaTheme="majorEastAsia" w:hAnsiTheme="majorHAnsi" w:cstheme="majorBidi"/>
      <w:color w:val="8DC03F" w:themeColor="accent1"/>
      <w:sz w:val="96"/>
      <w:szCs w:val="52"/>
    </w:rPr>
  </w:style>
  <w:style w:type="character" w:customStyle="1" w:styleId="TitleChar">
    <w:name w:val="Title Char"/>
    <w:basedOn w:val="DefaultParagraphFont"/>
    <w:link w:val="Title"/>
    <w:rsid w:val="00B778DC"/>
    <w:rPr>
      <w:rFonts w:asciiTheme="majorHAnsi" w:eastAsiaTheme="majorEastAsia" w:hAnsiTheme="majorHAnsi" w:cstheme="majorBidi"/>
      <w:color w:val="8DC03F" w:themeColor="accent1"/>
      <w:sz w:val="96"/>
      <w:szCs w:val="52"/>
    </w:rPr>
  </w:style>
  <w:style w:type="paragraph" w:styleId="Subtitle">
    <w:name w:val="Subtitle"/>
    <w:basedOn w:val="Normal"/>
    <w:next w:val="Normal"/>
    <w:link w:val="SubtitleChar"/>
    <w:rsid w:val="007A61FD"/>
    <w:pPr>
      <w:numPr>
        <w:ilvl w:val="1"/>
      </w:numPr>
      <w:spacing w:after="0" w:line="600" w:lineRule="exact"/>
    </w:pPr>
    <w:rPr>
      <w:rFonts w:asciiTheme="majorHAnsi" w:eastAsiaTheme="majorEastAsia" w:hAnsiTheme="majorHAnsi" w:cstheme="majorBidi"/>
      <w:iCs/>
      <w:color w:val="8DC03F" w:themeColor="accent1"/>
      <w:sz w:val="54"/>
    </w:rPr>
  </w:style>
  <w:style w:type="character" w:customStyle="1" w:styleId="SubtitleChar">
    <w:name w:val="Subtitle Char"/>
    <w:basedOn w:val="DefaultParagraphFont"/>
    <w:link w:val="Subtitle"/>
    <w:rsid w:val="007A61FD"/>
    <w:rPr>
      <w:rFonts w:asciiTheme="majorHAnsi" w:eastAsiaTheme="majorEastAsia" w:hAnsiTheme="majorHAnsi" w:cstheme="majorBidi"/>
      <w:iCs/>
      <w:color w:val="8DC03F" w:themeColor="accent1"/>
      <w:sz w:val="54"/>
    </w:rPr>
  </w:style>
  <w:style w:type="character" w:customStyle="1" w:styleId="Heading3Char">
    <w:name w:val="Heading 3 Char"/>
    <w:basedOn w:val="DefaultParagraphFont"/>
    <w:link w:val="Heading3"/>
    <w:rsid w:val="00DB4738"/>
    <w:rPr>
      <w:rFonts w:asciiTheme="majorHAnsi" w:eastAsiaTheme="majorEastAsia" w:hAnsiTheme="majorHAnsi" w:cstheme="majorBidi"/>
      <w:bCs/>
      <w:caps/>
      <w:color w:val="8DC03F" w:themeColor="accent1"/>
      <w:sz w:val="16"/>
    </w:rPr>
  </w:style>
  <w:style w:type="paragraph" w:styleId="BlockText">
    <w:name w:val="Block Text"/>
    <w:basedOn w:val="Normal"/>
    <w:rsid w:val="00971C41"/>
    <w:pPr>
      <w:spacing w:after="0"/>
    </w:pPr>
    <w:rPr>
      <w:rFonts w:eastAsiaTheme="minorEastAsia"/>
      <w:b/>
      <w:iCs/>
      <w:color w:val="7F7F7F" w:themeColor="text1" w:themeTint="80"/>
      <w:sz w:val="18"/>
    </w:rPr>
  </w:style>
  <w:style w:type="paragraph" w:customStyle="1" w:styleId="Contact">
    <w:name w:val="Contact"/>
    <w:basedOn w:val="Normal"/>
    <w:qFormat/>
    <w:rsid w:val="00DB4738"/>
    <w:pPr>
      <w:spacing w:after="0"/>
    </w:pPr>
    <w:rPr>
      <w:sz w:val="16"/>
    </w:rPr>
  </w:style>
  <w:style w:type="character" w:styleId="Hyperlink">
    <w:name w:val="Hyperlink"/>
    <w:basedOn w:val="DefaultParagraphFont"/>
    <w:rsid w:val="00AB5DF3"/>
    <w:rPr>
      <w:color w:val="B3D56C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vmattessich@pascack.k12.nj.us" TargetMode="External"/><Relationship Id="rId6" Type="http://schemas.openxmlformats.org/officeDocument/2006/relationships/hyperlink" Target="mailto:slamminteacher@gmail.com" TargetMode="External"/><Relationship Id="rId7" Type="http://schemas.openxmlformats.org/officeDocument/2006/relationships/hyperlink" Target="mailto:vmattessich@pascack.k12.nj.us" TargetMode="External"/><Relationship Id="rId8" Type="http://schemas.openxmlformats.org/officeDocument/2006/relationships/hyperlink" Target="mailto:slamminteacher@gmail.com" TargetMode="External"/><Relationship Id="rId9" Type="http://schemas.openxmlformats.org/officeDocument/2006/relationships/image" Target="media/image1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Miscellaneous:Data%20Sheet%20Brochure.dotx" TargetMode="External"/></Relationships>
</file>

<file path=word/theme/theme1.xml><?xml version="1.0" encoding="utf-8"?>
<a:theme xmlns:a="http://schemas.openxmlformats.org/drawingml/2006/main" name="Data Sheet Brochure">
  <a:themeElements>
    <a:clrScheme name="Data Sheet Brochure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8DC03F"/>
      </a:accent1>
      <a:accent2>
        <a:srgbClr val="C4DB99"/>
      </a:accent2>
      <a:accent3>
        <a:srgbClr val="AEA9C0"/>
      </a:accent3>
      <a:accent4>
        <a:srgbClr val="484682"/>
      </a:accent4>
      <a:accent5>
        <a:srgbClr val="F99F23"/>
      </a:accent5>
      <a:accent6>
        <a:srgbClr val="BDB9A9"/>
      </a:accent6>
      <a:hlink>
        <a:srgbClr val="B3D56C"/>
      </a:hlink>
      <a:folHlink>
        <a:srgbClr val="BBB8AF"/>
      </a:folHlink>
    </a:clrScheme>
    <a:fontScheme name="Data Sheet Brochure">
      <a:majorFont>
        <a:latin typeface="Corbel"/>
        <a:ea typeface=""/>
        <a:cs typeface=""/>
        <a:font script="Jpan" typeface="メイリオ"/>
      </a:majorFont>
      <a:minorFont>
        <a:latin typeface="Corbel"/>
        <a:ea typeface=""/>
        <a:cs typeface=""/>
        <a:font script="Jpan" typeface="メイリオ"/>
      </a:minorFont>
    </a:fontScheme>
    <a:fmtScheme name="Data Sheet Brochur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Data Sheet Brochure.dotx</Template>
  <TotalTime>62</TotalTime>
  <Pages>1</Pages>
  <Words>1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3</cp:revision>
  <cp:lastPrinted>2013-05-06T17:35:00Z</cp:lastPrinted>
  <dcterms:created xsi:type="dcterms:W3CDTF">2013-05-06T13:14:00Z</dcterms:created>
  <dcterms:modified xsi:type="dcterms:W3CDTF">2013-05-06T17:35:00Z</dcterms:modified>
  <cp:category/>
</cp:coreProperties>
</file>